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98" w:rsidRDefault="007B059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B0598" w:rsidRPr="001F18ED" w:rsidRDefault="007B059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0598" w:rsidRDefault="007B059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598" w:rsidRDefault="007B059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B0598" w:rsidRPr="00B243D2" w:rsidRDefault="007B059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43D2">
        <w:rPr>
          <w:rFonts w:ascii="Times New Roman" w:hAnsi="Times New Roman" w:cs="Times New Roman"/>
          <w:sz w:val="28"/>
          <w:szCs w:val="28"/>
        </w:rPr>
        <w:t>Реконструкция КЛ-0,4 кВ от ТП-60 РУ-0,4кВ к нежилому пом. в жил. доме по ул. Ленина, 43, г.о. Октябрьск</w:t>
      </w:r>
    </w:p>
    <w:p w:rsidR="007B0598" w:rsidRDefault="007B059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B0598" w:rsidRPr="00B243D2" w:rsidRDefault="007B059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B243D2">
        <w:rPr>
          <w:rFonts w:ascii="Times New Roman" w:hAnsi="Times New Roman" w:cs="Times New Roman"/>
          <w:b/>
          <w:bCs/>
        </w:rPr>
        <w:t>Реконструкция КЛ-0,4 кВ от ТП-60 РУ-0,4кВ к нежилому пом. в жил. доме по ул. Ленина, 43, г.о. Октябрьск</w:t>
      </w:r>
    </w:p>
    <w:p w:rsidR="007B0598" w:rsidRPr="001F18ED" w:rsidRDefault="007B059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B0598" w:rsidRPr="001F18ED" w:rsidRDefault="007B059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B0598" w:rsidRPr="002B61D3" w:rsidRDefault="007B059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Pr="00B243D2">
        <w:rPr>
          <w:rFonts w:ascii="Times New Roman" w:hAnsi="Times New Roman" w:cs="Times New Roman"/>
          <w:sz w:val="28"/>
          <w:szCs w:val="28"/>
        </w:rPr>
        <w:t>Реконструкция КЛ-0,4 кВ от ТП-60 РУ-0,4кВ к нежилому пом. в жил. доме по ул. Ленина, 43, г.о. Октябрьск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598" w:rsidRPr="001F18ED" w:rsidRDefault="007B059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598" w:rsidRPr="008F2D7D" w:rsidRDefault="007B059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B0598" w:rsidRPr="001F18ED" w:rsidRDefault="007B059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598" w:rsidRPr="001F18ED" w:rsidRDefault="007B059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B0598" w:rsidRPr="001F18ED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B0598" w:rsidRPr="001F18ED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7B0598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АСБ; </w:t>
      </w:r>
    </w:p>
    <w:p w:rsidR="007B0598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0,043 км.</w:t>
      </w:r>
    </w:p>
    <w:p w:rsidR="007B0598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ТМГСУ11-250 –1 шт.,ТМ-250-1шт ;</w:t>
      </w:r>
    </w:p>
    <w:p w:rsidR="007B0598" w:rsidRPr="001F18ED" w:rsidRDefault="007B059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0,50 МВА</w:t>
      </w:r>
    </w:p>
    <w:p w:rsidR="007B0598" w:rsidRPr="001F18ED" w:rsidRDefault="007B059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B0598" w:rsidRPr="00CE0B69" w:rsidRDefault="007B059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B0598" w:rsidRPr="001F18ED" w:rsidRDefault="007B059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598" w:rsidRPr="001F18ED" w:rsidRDefault="007B059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B0598" w:rsidRPr="001F18ED" w:rsidRDefault="007B059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кВ – 0,043 км, стоимостью </w:t>
      </w:r>
    </w:p>
    <w:p w:rsidR="007B0598" w:rsidRPr="001F18ED" w:rsidRDefault="007B059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B0598" w:rsidRPr="001F18ED" w:rsidRDefault="007B059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B0598" w:rsidRPr="001F18ED" w:rsidRDefault="007B059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B0598" w:rsidRPr="001F18ED" w:rsidRDefault="007B059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B0598" w:rsidRPr="001F18ED" w:rsidRDefault="007B059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B0598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B0598" w:rsidRPr="001F18ED" w:rsidRDefault="007B059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B0598" w:rsidRPr="001F18ED" w:rsidRDefault="007B059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B0598" w:rsidRPr="001F18ED" w:rsidRDefault="007B059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B0598" w:rsidRPr="001F18ED" w:rsidRDefault="007B059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B0598" w:rsidRPr="001F18ED" w:rsidRDefault="007B059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B0598" w:rsidRDefault="007B059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7B0598" w:rsidRDefault="007B059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B0598" w:rsidRDefault="007B059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B0598" w:rsidRDefault="007B0598">
      <w:pPr>
        <w:rPr>
          <w:rFonts w:cs="Times New Roman"/>
        </w:rPr>
      </w:pPr>
    </w:p>
    <w:sectPr w:rsidR="007B059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598" w:rsidRDefault="007B059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B0598" w:rsidRDefault="007B059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98" w:rsidRDefault="007B0598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7B0598" w:rsidRDefault="007B059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598" w:rsidRDefault="007B059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B0598" w:rsidRDefault="007B059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27AA0"/>
    <w:rsid w:val="000D7325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D18C1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3492F"/>
    <w:rsid w:val="007458C4"/>
    <w:rsid w:val="007B0598"/>
    <w:rsid w:val="007C2727"/>
    <w:rsid w:val="007C27C1"/>
    <w:rsid w:val="007C3FC9"/>
    <w:rsid w:val="0080477A"/>
    <w:rsid w:val="008634EE"/>
    <w:rsid w:val="008F1101"/>
    <w:rsid w:val="008F2D7D"/>
    <w:rsid w:val="00915A96"/>
    <w:rsid w:val="00936E32"/>
    <w:rsid w:val="00951AAC"/>
    <w:rsid w:val="00954D3F"/>
    <w:rsid w:val="00971BB5"/>
    <w:rsid w:val="00A26960"/>
    <w:rsid w:val="00A27684"/>
    <w:rsid w:val="00AA6DB2"/>
    <w:rsid w:val="00AA7678"/>
    <w:rsid w:val="00AC743C"/>
    <w:rsid w:val="00AD0729"/>
    <w:rsid w:val="00B03897"/>
    <w:rsid w:val="00B243D2"/>
    <w:rsid w:val="00B4506A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1163</Words>
  <Characters>6634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2</cp:revision>
  <cp:lastPrinted>2002-06-10T23:17:00Z</cp:lastPrinted>
  <dcterms:created xsi:type="dcterms:W3CDTF">2002-06-12T02:27:00Z</dcterms:created>
  <dcterms:modified xsi:type="dcterms:W3CDTF">2002-06-12T02:27:00Z</dcterms:modified>
</cp:coreProperties>
</file>